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47" w:rsidRDefault="003C784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9" o:spid="_x0000_s1026" type="#_x0000_t75" style="position:absolute;margin-left:9pt;margin-top:252pt;width:120.7pt;height:103.9pt;z-index:251654144;visibility:visible">
            <v:imagedata r:id="rId4" o:title=""/>
          </v:shape>
        </w:pict>
      </w:r>
      <w:r>
        <w:rPr>
          <w:noProof/>
        </w:rPr>
        <w:pict>
          <v:shape id="Picture 28" o:spid="_x0000_s1027" type="#_x0000_t75" style="position:absolute;margin-left:346.55pt;margin-top:248.6pt;width:123.5pt;height:128.4pt;z-index:251657216;visibility:visible">
            <v:imagedata r:id="rId5" o:title=""/>
          </v:shape>
        </w:pict>
      </w:r>
      <w:r>
        <w:rPr>
          <w:noProof/>
        </w:rPr>
        <w:pict>
          <v:shape id="Picture 25" o:spid="_x0000_s1028" type="#_x0000_t75" style="position:absolute;margin-left:244.65pt;margin-top:248.6pt;width:105.1pt;height:128.35pt;z-index:251658240;visibility:visible">
            <v:imagedata r:id="rId6" o:title=""/>
          </v:shape>
        </w:pict>
      </w:r>
      <w:r>
        <w:rPr>
          <w:noProof/>
        </w:rPr>
        <w:pict>
          <v:shape id="Picture 30" o:spid="_x0000_s1029" type="#_x0000_t75" style="position:absolute;margin-left:133.8pt;margin-top:248.6pt;width:115pt;height:103.9pt;z-index:251660288;visibility:visible">
            <v:imagedata r:id="rId7" o:title=""/>
          </v:shape>
        </w:pict>
      </w:r>
      <w:r>
        <w:rPr>
          <w:noProof/>
        </w:rPr>
        <w:pict>
          <v:shape id="il_fi" o:spid="_x0000_i1025" type="#_x0000_t75" alt="http://www.medicaltourismmag.com/upload/articles/hospitality-and-humanization-for-overall-patient-satisfaction-main.jpg" style="width:102pt;height:106.5pt;visibility:visible">
            <v:imagedata r:id="rId8" o:title=""/>
          </v:shape>
        </w:pict>
      </w:r>
      <w:r>
        <w:rPr>
          <w:noProof/>
        </w:rPr>
        <w:pict>
          <v:shape id="_x0000_i1026" type="#_x0000_t75" alt="http://fc02.deviantart.net/fs70/i/2010/140/7/b/My_Closet_by_Humanization.jpg" style="width:93.75pt;height:111pt;visibility:visible">
            <v:imagedata r:id="rId9" o:title=""/>
          </v:shape>
        </w:pict>
      </w:r>
      <w:r>
        <w:rPr>
          <w:noProof/>
        </w:rPr>
        <w:pict>
          <v:shape id="_x0000_i1027" type="#_x0000_t75" alt="http://i.ytimg.com/vi/-H9qjF4vNxE/0.jpg" style="width:151.5pt;height:108pt;visibility:visible">
            <v:imagedata r:id="rId10" o:title=""/>
          </v:shape>
        </w:pict>
      </w:r>
      <w:r>
        <w:rPr>
          <w:noProof/>
        </w:rPr>
        <w:pict>
          <v:shape id="_x0000_i1028" type="#_x0000_t75" alt="http://mcshortstack.files.wordpress.com/2010/05/audrey-hepburn-unicef-audrey-hepburn-1004227_795_448.jpg" style="width:96pt;height:120.75pt;visibility:visible">
            <v:imagedata r:id="rId11" o:title=""/>
          </v:shape>
        </w:pict>
      </w:r>
      <w:r>
        <w:rPr>
          <w:noProof/>
        </w:rPr>
        <w:pict>
          <v:shape id="_x0000_i1029" type="#_x0000_t75" alt="http://th09.deviantart.net/fs71/PRE/i/2010/157/b/6/Peace_by_Humanization.jpg" style="width:87pt;height:116.25pt;visibility:visible">
            <v:imagedata r:id="rId12" o:title=""/>
          </v:shape>
        </w:pict>
      </w:r>
      <w:r>
        <w:rPr>
          <w:noProof/>
        </w:rPr>
        <w:pict>
          <v:shape id="Picture 22" o:spid="_x0000_i1030" type="#_x0000_t75" style="width:114.75pt;height:120.75pt;visibility:visible">
            <v:imagedata r:id="rId13" o:title=""/>
          </v:shape>
        </w:pict>
      </w:r>
      <w:r>
        <w:rPr>
          <w:noProof/>
        </w:rPr>
        <w:pict>
          <v:shape id="Picture 23" o:spid="_x0000_i1031" type="#_x0000_t75" style="width:132.75pt;height:113.25pt;visibility:visible">
            <v:imagedata r:id="rId14" o:title=""/>
          </v:shape>
        </w:pict>
      </w:r>
      <w:r>
        <w:rPr>
          <w:noProof/>
        </w:rPr>
        <w:pict>
          <v:shape id="Picture 26" o:spid="_x0000_i1032" type="#_x0000_t75" style="width:125.25pt;height:120.75pt;visibility:visible">
            <v:imagedata r:id="rId15" o:title=""/>
          </v:shape>
        </w:pict>
      </w:r>
    </w:p>
    <w:p w:rsidR="003C7847" w:rsidRDefault="003C7847"/>
    <w:p w:rsidR="003C7847" w:rsidRDefault="003C7847"/>
    <w:p w:rsidR="003C7847" w:rsidRDefault="003C7847"/>
    <w:p w:rsidR="003C7847" w:rsidRDefault="003C7847">
      <w:r>
        <w:rPr>
          <w:noProof/>
        </w:rPr>
        <w:pict>
          <v:shape id="Picture 31" o:spid="_x0000_s1030" type="#_x0000_t75" style="position:absolute;margin-left:126pt;margin-top:19.5pt;width:136.15pt;height:118.2pt;z-index:251656192;visibility:visible">
            <v:imagedata r:id="rId16" o:title=""/>
          </v:shape>
        </w:pict>
      </w:r>
      <w:r>
        <w:rPr>
          <w:noProof/>
        </w:rPr>
        <w:pict>
          <v:shape id="Picture 27" o:spid="_x0000_s1031" type="#_x0000_t75" style="position:absolute;margin-left:-9pt;margin-top:10.5pt;width:124.8pt;height:122.9pt;z-index:251659264;visibility:visible">
            <v:imagedata r:id="rId17" o:title=""/>
          </v:shape>
        </w:pict>
      </w:r>
    </w:p>
    <w:p w:rsidR="003C7847" w:rsidRDefault="003C7847">
      <w:r>
        <w:rPr>
          <w:noProof/>
        </w:rPr>
        <w:pict>
          <v:shape id="Picture 24" o:spid="_x0000_s1032" type="#_x0000_t75" style="position:absolute;margin-left:351pt;margin-top:23.15pt;width:116pt;height:104.6pt;z-index:251661312;visibility:visible">
            <v:imagedata r:id="rId18" o:title=""/>
          </v:shape>
        </w:pict>
      </w:r>
      <w:r>
        <w:rPr>
          <w:noProof/>
        </w:rPr>
        <w:pict>
          <v:shape id="il_fi" o:spid="_x0000_s1033" type="#_x0000_t75" alt="http://www.accu.or.jp/esd/mt-static/ino/uzbekistan/Inclusive%20group%20in%20kindergarten.JPG" style="position:absolute;margin-left:243pt;margin-top:21.05pt;width:113.95pt;height:94.4pt;z-index:251655168;visibility:visible">
            <v:imagedata r:id="rId19" o:title=""/>
          </v:shape>
        </w:pict>
      </w:r>
    </w:p>
    <w:p w:rsidR="003C7847" w:rsidRDefault="003C7847"/>
    <w:p w:rsidR="003C7847" w:rsidRDefault="003C7847"/>
    <w:p w:rsidR="003C7847" w:rsidRDefault="003C7847"/>
    <w:p w:rsidR="003C7847" w:rsidRDefault="003C7847"/>
    <w:p w:rsidR="003C7847" w:rsidRDefault="003C7847"/>
    <w:p w:rsidR="003C7847" w:rsidRDefault="003C7847"/>
    <w:p w:rsidR="003C7847" w:rsidRDefault="003C7847" w:rsidP="00BF30AE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33" type="#_x0000_t158" style="width:411pt;height:92.25pt" fillcolor="#3cf" strokecolor="#009" strokeweight="1pt">
            <v:shadow on="t" color="#009" offset="7pt,-7pt"/>
            <v:textpath style="font-family:&quot;Impact&quot;;font-weight:bold;v-text-spacing:52429f;v-text-kern:t" trim="t" fitpath="t" xscale="f" string="&quot;Ease the pain be humane&quot;"/>
          </v:shape>
        </w:pict>
      </w:r>
    </w:p>
    <w:p w:rsidR="003C7847" w:rsidRDefault="003C7847" w:rsidP="00BF30AE">
      <w:pPr>
        <w:jc w:val="center"/>
      </w:pPr>
    </w:p>
    <w:p w:rsidR="003C7847" w:rsidRDefault="003C7847" w:rsidP="00BF30AE">
      <w:pPr>
        <w:jc w:val="center"/>
      </w:pPr>
    </w:p>
    <w:sectPr w:rsidR="003C7847" w:rsidSect="00406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35D"/>
    <w:rsid w:val="000C73C4"/>
    <w:rsid w:val="00141E0E"/>
    <w:rsid w:val="00184DD6"/>
    <w:rsid w:val="003C5186"/>
    <w:rsid w:val="003C7847"/>
    <w:rsid w:val="0040697C"/>
    <w:rsid w:val="00421EAF"/>
    <w:rsid w:val="00474C9D"/>
    <w:rsid w:val="00497157"/>
    <w:rsid w:val="004A6C79"/>
    <w:rsid w:val="00554BB8"/>
    <w:rsid w:val="0056567C"/>
    <w:rsid w:val="006F4F7E"/>
    <w:rsid w:val="007E7BE0"/>
    <w:rsid w:val="008E131E"/>
    <w:rsid w:val="00BF30AE"/>
    <w:rsid w:val="00C3635D"/>
    <w:rsid w:val="00D13348"/>
    <w:rsid w:val="00D965E2"/>
    <w:rsid w:val="00DD2613"/>
    <w:rsid w:val="00DD7313"/>
    <w:rsid w:val="00DF0B10"/>
    <w:rsid w:val="00E5392E"/>
    <w:rsid w:val="00F02989"/>
    <w:rsid w:val="00F4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97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6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6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</Words>
  <Characters>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REMARKSES</dc:creator>
  <cp:keywords/>
  <dc:description/>
  <cp:lastModifiedBy>Student</cp:lastModifiedBy>
  <cp:revision>2</cp:revision>
  <dcterms:created xsi:type="dcterms:W3CDTF">2012-07-12T00:42:00Z</dcterms:created>
  <dcterms:modified xsi:type="dcterms:W3CDTF">2012-07-12T00:42:00Z</dcterms:modified>
</cp:coreProperties>
</file>